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CC" w:rsidRDefault="005823CC" w:rsidP="00CF79FA">
      <w:pPr>
        <w:spacing w:line="276" w:lineRule="auto"/>
        <w:rPr>
          <w:rFonts w:ascii="Arial Narrow" w:hAnsi="Arial Narrow"/>
        </w:rPr>
      </w:pPr>
    </w:p>
    <w:p w:rsidR="00CF79FA" w:rsidRPr="00CF79FA" w:rsidRDefault="00F94A43" w:rsidP="00CF79FA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Transpordia</w:t>
      </w:r>
      <w:r w:rsidR="00CF79FA" w:rsidRPr="00CF79FA">
        <w:rPr>
          <w:rFonts w:ascii="Arial Narrow" w:hAnsi="Arial Narrow"/>
        </w:rPr>
        <w:t xml:space="preserve">met </w:t>
      </w:r>
    </w:p>
    <w:p w:rsidR="00CF79FA" w:rsidRDefault="008F7D0A" w:rsidP="00CF79FA">
      <w:pPr>
        <w:spacing w:line="276" w:lineRule="auto"/>
        <w:rPr>
          <w:rFonts w:ascii="Arial Narrow" w:hAnsi="Arial Narrow"/>
        </w:rPr>
      </w:pPr>
      <w:hyperlink r:id="rId8" w:history="1">
        <w:r w:rsidR="00CF79FA" w:rsidRPr="00E8617A">
          <w:rPr>
            <w:rStyle w:val="Hperlink"/>
            <w:rFonts w:ascii="Arial Narrow" w:hAnsi="Arial Narrow"/>
          </w:rPr>
          <w:t>mare.oobik@</w:t>
        </w:r>
        <w:r w:rsidR="00804A0C">
          <w:rPr>
            <w:rStyle w:val="Hperlink"/>
            <w:rFonts w:ascii="Arial Narrow" w:hAnsi="Arial Narrow"/>
          </w:rPr>
          <w:t>transpordiamet</w:t>
        </w:r>
        <w:r w:rsidR="00CF79FA" w:rsidRPr="00E8617A">
          <w:rPr>
            <w:rStyle w:val="Hperlink"/>
            <w:rFonts w:ascii="Arial Narrow" w:hAnsi="Arial Narrow"/>
          </w:rPr>
          <w:t>.ee</w:t>
        </w:r>
      </w:hyperlink>
      <w:r w:rsidR="00CF79FA">
        <w:rPr>
          <w:rFonts w:ascii="Arial Narrow" w:hAnsi="Arial Narrow"/>
        </w:rPr>
        <w:t xml:space="preserve"> </w:t>
      </w:r>
    </w:p>
    <w:p w:rsidR="00CF79FA" w:rsidRPr="00CF79FA" w:rsidRDefault="00CF79FA" w:rsidP="00CF79FA">
      <w:pPr>
        <w:spacing w:line="276" w:lineRule="auto"/>
        <w:rPr>
          <w:rFonts w:ascii="Arial Narrow" w:hAnsi="Arial Narrow"/>
        </w:rPr>
      </w:pPr>
      <w:r w:rsidRPr="00CF79FA">
        <w:rPr>
          <w:rFonts w:ascii="Arial Narrow" w:hAnsi="Arial Narrow"/>
        </w:rPr>
        <w:t xml:space="preserve"> </w:t>
      </w:r>
    </w:p>
    <w:p w:rsidR="00CF79FA" w:rsidRPr="00CF79FA" w:rsidRDefault="00CF79FA" w:rsidP="00CF79FA">
      <w:pPr>
        <w:spacing w:line="276" w:lineRule="auto"/>
        <w:rPr>
          <w:rFonts w:ascii="Arial Narrow" w:hAnsi="Arial Narrow"/>
        </w:rPr>
      </w:pPr>
      <w:r w:rsidRPr="00CF79FA">
        <w:rPr>
          <w:rFonts w:ascii="Arial Narrow" w:hAnsi="Arial Narrow"/>
        </w:rPr>
        <w:t xml:space="preserve">Lp Mare Ööbik </w:t>
      </w:r>
    </w:p>
    <w:p w:rsidR="00CF79FA" w:rsidRPr="00CF79FA" w:rsidRDefault="00CF79FA" w:rsidP="00CF79FA">
      <w:pPr>
        <w:spacing w:line="276" w:lineRule="auto"/>
        <w:rPr>
          <w:rFonts w:ascii="Arial Narrow" w:hAnsi="Arial Narrow"/>
        </w:rPr>
      </w:pPr>
    </w:p>
    <w:p w:rsidR="00CF79FA" w:rsidRDefault="00CF79FA" w:rsidP="008F6493">
      <w:pPr>
        <w:spacing w:line="276" w:lineRule="auto"/>
        <w:jc w:val="right"/>
        <w:rPr>
          <w:rFonts w:ascii="Arial Narrow" w:hAnsi="Arial Narrow"/>
        </w:rPr>
      </w:pPr>
      <w:r w:rsidRPr="00CF79FA">
        <w:rPr>
          <w:rFonts w:ascii="Arial Narrow" w:hAnsi="Arial Narrow"/>
        </w:rPr>
        <w:t xml:space="preserve">Tallinnas, </w:t>
      </w:r>
      <w:r w:rsidR="00746AC3">
        <w:rPr>
          <w:rFonts w:ascii="Arial Narrow" w:hAnsi="Arial Narrow"/>
        </w:rPr>
        <w:t>22</w:t>
      </w:r>
      <w:r w:rsidR="00B72003">
        <w:rPr>
          <w:rFonts w:ascii="Arial Narrow" w:hAnsi="Arial Narrow"/>
        </w:rPr>
        <w:t>.</w:t>
      </w:r>
      <w:r w:rsidR="00746AC3">
        <w:rPr>
          <w:rFonts w:ascii="Arial Narrow" w:hAnsi="Arial Narrow"/>
        </w:rPr>
        <w:t>10</w:t>
      </w:r>
      <w:r w:rsidR="00F94A43">
        <w:rPr>
          <w:rFonts w:ascii="Arial Narrow" w:hAnsi="Arial Narrow"/>
        </w:rPr>
        <w:t>.202</w:t>
      </w:r>
      <w:r w:rsidR="005823CC">
        <w:rPr>
          <w:rFonts w:ascii="Arial Narrow" w:hAnsi="Arial Narrow"/>
        </w:rPr>
        <w:t>4</w:t>
      </w:r>
    </w:p>
    <w:p w:rsidR="00CF79FA" w:rsidRPr="00CF79FA" w:rsidRDefault="00CF79FA" w:rsidP="00CF79FA">
      <w:pPr>
        <w:spacing w:line="276" w:lineRule="auto"/>
        <w:jc w:val="center"/>
        <w:rPr>
          <w:rFonts w:ascii="Arial Narrow" w:hAnsi="Arial Narrow"/>
        </w:rPr>
      </w:pPr>
      <w:r w:rsidRPr="00CF79FA">
        <w:rPr>
          <w:rFonts w:ascii="Arial Narrow" w:hAnsi="Arial Narrow"/>
          <w:b/>
        </w:rPr>
        <w:t>TAOTLUS</w:t>
      </w:r>
    </w:p>
    <w:p w:rsidR="00CF79FA" w:rsidRPr="00CF79FA" w:rsidRDefault="00CF79FA" w:rsidP="00CF79FA">
      <w:pPr>
        <w:spacing w:line="276" w:lineRule="auto"/>
        <w:jc w:val="center"/>
        <w:rPr>
          <w:rFonts w:ascii="Arial Narrow" w:hAnsi="Arial Narrow"/>
        </w:rPr>
      </w:pPr>
    </w:p>
    <w:p w:rsidR="00CF79FA" w:rsidRPr="00746AC3" w:rsidRDefault="00CF79FA" w:rsidP="00C415A9">
      <w:pPr>
        <w:spacing w:line="276" w:lineRule="auto"/>
        <w:jc w:val="both"/>
        <w:rPr>
          <w:rFonts w:ascii="Arial Narrow" w:hAnsi="Arial Narrow"/>
        </w:rPr>
      </w:pPr>
      <w:r w:rsidRPr="00CF79FA">
        <w:rPr>
          <w:rFonts w:ascii="Arial Narrow" w:hAnsi="Arial Narrow"/>
        </w:rPr>
        <w:t xml:space="preserve">Käesolevaga </w:t>
      </w:r>
      <w:r w:rsidRPr="00CF79FA">
        <w:rPr>
          <w:rFonts w:ascii="Arial Narrow" w:hAnsi="Arial Narrow"/>
          <w:b/>
        </w:rPr>
        <w:t>Baltic Workboats AS</w:t>
      </w:r>
      <w:r w:rsidRPr="00CF79FA">
        <w:rPr>
          <w:rFonts w:ascii="Arial Narrow" w:hAnsi="Arial Narrow"/>
        </w:rPr>
        <w:t xml:space="preserve"> (registrikood 10657801, aadress Sadama tee 26, Nasva alevik, </w:t>
      </w:r>
      <w:r w:rsidR="00A33036">
        <w:rPr>
          <w:rFonts w:ascii="Arial Narrow" w:hAnsi="Arial Narrow"/>
        </w:rPr>
        <w:t>Saaremaa</w:t>
      </w:r>
      <w:r w:rsidRPr="00CF79FA">
        <w:rPr>
          <w:rFonts w:ascii="Arial Narrow" w:hAnsi="Arial Narrow"/>
        </w:rPr>
        <w:t xml:space="preserve"> vald, Saare maakond, 93872), mida esindab volikirja alusel </w:t>
      </w:r>
      <w:r w:rsidR="008F6493">
        <w:rPr>
          <w:rFonts w:ascii="Arial Narrow" w:hAnsi="Arial Narrow"/>
          <w:b/>
        </w:rPr>
        <w:t>Leelia Kirs</w:t>
      </w:r>
      <w:r w:rsidRPr="00CF79FA">
        <w:rPr>
          <w:rFonts w:ascii="Arial Narrow" w:hAnsi="Arial Narrow"/>
        </w:rPr>
        <w:t>, taotleb, et  väljastataks ehitatava laeva kohta tõend (projekti number</w:t>
      </w:r>
      <w:r>
        <w:rPr>
          <w:rFonts w:ascii="Arial Narrow" w:hAnsi="Arial Narrow"/>
        </w:rPr>
        <w:t xml:space="preserve"> </w:t>
      </w:r>
      <w:r w:rsidR="00BC68E4">
        <w:rPr>
          <w:rFonts w:ascii="Arial Narrow" w:hAnsi="Arial Narrow"/>
          <w:b/>
        </w:rPr>
        <w:t>902</w:t>
      </w:r>
      <w:r w:rsidR="00746AC3">
        <w:rPr>
          <w:rFonts w:ascii="Arial Narrow" w:hAnsi="Arial Narrow"/>
          <w:b/>
        </w:rPr>
        <w:t>53</w:t>
      </w:r>
      <w:r w:rsidRPr="00CF79FA">
        <w:rPr>
          <w:rFonts w:ascii="Arial Narrow" w:hAnsi="Arial Narrow"/>
        </w:rPr>
        <w:t>) laeva ehitatavate laevade regist</w:t>
      </w:r>
      <w:r w:rsidR="00A33036">
        <w:rPr>
          <w:rFonts w:ascii="Arial Narrow" w:hAnsi="Arial Narrow"/>
        </w:rPr>
        <w:t>risse kandmiseks, mille</w:t>
      </w:r>
      <w:r w:rsidRPr="00CF79FA">
        <w:rPr>
          <w:rFonts w:ascii="Arial Narrow" w:hAnsi="Arial Narrow"/>
        </w:rPr>
        <w:t xml:space="preserve">s </w:t>
      </w:r>
      <w:r>
        <w:rPr>
          <w:rFonts w:ascii="Arial Narrow" w:hAnsi="Arial Narrow"/>
        </w:rPr>
        <w:t>kooskõlastatakse</w:t>
      </w:r>
      <w:r w:rsidRPr="00CF79FA">
        <w:rPr>
          <w:rFonts w:ascii="Arial Narrow" w:hAnsi="Arial Narrow"/>
        </w:rPr>
        <w:t xml:space="preserve"> ehitatava laeva </w:t>
      </w:r>
      <w:r w:rsidRPr="00633B70">
        <w:rPr>
          <w:rFonts w:ascii="Arial Narrow" w:hAnsi="Arial Narrow"/>
        </w:rPr>
        <w:t>nimeks</w:t>
      </w:r>
      <w:r w:rsidR="00746AC3">
        <w:rPr>
          <w:rFonts w:ascii="Arial Narrow" w:hAnsi="Arial Narrow"/>
        </w:rPr>
        <w:t xml:space="preserve"> </w:t>
      </w:r>
      <w:proofErr w:type="spellStart"/>
      <w:r w:rsidR="00746AC3" w:rsidRPr="00746AC3">
        <w:rPr>
          <w:rFonts w:ascii="Arial Narrow" w:hAnsi="Arial Narrow"/>
          <w:b/>
        </w:rPr>
        <w:t>Scheldestroom</w:t>
      </w:r>
      <w:proofErr w:type="spellEnd"/>
      <w:r w:rsidR="00746AC3">
        <w:rPr>
          <w:rFonts w:ascii="Arial Narrow" w:hAnsi="Arial Narrow"/>
        </w:rPr>
        <w:t>.</w:t>
      </w:r>
    </w:p>
    <w:p w:rsidR="00CF79FA" w:rsidRDefault="00CF79FA" w:rsidP="00CF79FA">
      <w:pPr>
        <w:spacing w:line="276" w:lineRule="auto"/>
        <w:jc w:val="both"/>
        <w:rPr>
          <w:rFonts w:ascii="Arial Narrow" w:hAnsi="Arial Narrow"/>
          <w:b/>
        </w:rPr>
      </w:pPr>
    </w:p>
    <w:p w:rsidR="00CF79FA" w:rsidRPr="00CF79FA" w:rsidRDefault="00CF79FA" w:rsidP="00CF79FA">
      <w:pPr>
        <w:spacing w:line="276" w:lineRule="auto"/>
        <w:jc w:val="both"/>
        <w:rPr>
          <w:rFonts w:ascii="Arial Narrow" w:hAnsi="Arial Narrow"/>
          <w:bCs/>
        </w:rPr>
      </w:pPr>
      <w:r w:rsidRPr="00CF79FA">
        <w:rPr>
          <w:rFonts w:ascii="Arial Narrow" w:hAnsi="Arial Narrow"/>
          <w:bCs/>
        </w:rPr>
        <w:t>Laeva andmed on järgnevad:</w:t>
      </w:r>
    </w:p>
    <w:p w:rsidR="00714F19" w:rsidRPr="00714F19" w:rsidRDefault="00CF79FA" w:rsidP="00714F19">
      <w:pPr>
        <w:pStyle w:val="Loendilik"/>
        <w:numPr>
          <w:ilvl w:val="0"/>
          <w:numId w:val="44"/>
        </w:numPr>
        <w:rPr>
          <w:rFonts w:ascii="Arial Narrow" w:hAnsi="Arial Narrow"/>
          <w:bCs/>
          <w:sz w:val="24"/>
          <w:szCs w:val="24"/>
        </w:rPr>
      </w:pPr>
      <w:r w:rsidRPr="00714F19">
        <w:rPr>
          <w:rFonts w:ascii="Arial Narrow" w:hAnsi="Arial Narrow"/>
          <w:bCs/>
          <w:sz w:val="24"/>
          <w:szCs w:val="24"/>
        </w:rPr>
        <w:t>Üldpikkus</w:t>
      </w:r>
      <w:r w:rsidR="00714F19">
        <w:rPr>
          <w:rFonts w:ascii="Arial Narrow" w:hAnsi="Arial Narrow"/>
          <w:bCs/>
          <w:sz w:val="24"/>
          <w:szCs w:val="24"/>
        </w:rPr>
        <w:t>:</w:t>
      </w:r>
      <w:r w:rsidR="00714F19" w:rsidRPr="00714F19">
        <w:rPr>
          <w:rFonts w:cs="Calibri"/>
          <w:color w:val="000000"/>
          <w:sz w:val="24"/>
          <w:szCs w:val="24"/>
        </w:rPr>
        <w:t xml:space="preserve"> </w:t>
      </w:r>
      <w:r w:rsidR="00746AC3">
        <w:rPr>
          <w:rFonts w:ascii="Arial Narrow" w:hAnsi="Arial Narrow"/>
          <w:bCs/>
          <w:sz w:val="24"/>
          <w:szCs w:val="24"/>
        </w:rPr>
        <w:t>30</w:t>
      </w:r>
      <w:r w:rsidR="00714F19">
        <w:rPr>
          <w:rFonts w:ascii="Arial Narrow" w:hAnsi="Arial Narrow"/>
          <w:bCs/>
          <w:sz w:val="24"/>
          <w:szCs w:val="24"/>
        </w:rPr>
        <w:t xml:space="preserve"> m</w:t>
      </w:r>
    </w:p>
    <w:p w:rsidR="00714F19" w:rsidRPr="00714F19" w:rsidRDefault="00714F19" w:rsidP="00714F19">
      <w:pPr>
        <w:pStyle w:val="Loendilik"/>
        <w:numPr>
          <w:ilvl w:val="0"/>
          <w:numId w:val="44"/>
        </w:numPr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Laius</w:t>
      </w:r>
      <w:r w:rsidRPr="00714F19">
        <w:rPr>
          <w:rFonts w:ascii="Arial Narrow" w:hAnsi="Arial Narrow"/>
          <w:bCs/>
          <w:sz w:val="24"/>
          <w:szCs w:val="24"/>
        </w:rPr>
        <w:t xml:space="preserve">: </w:t>
      </w:r>
      <w:r w:rsidR="00746AC3">
        <w:rPr>
          <w:rFonts w:ascii="Arial Narrow" w:hAnsi="Arial Narrow"/>
          <w:bCs/>
          <w:sz w:val="24"/>
          <w:szCs w:val="24"/>
        </w:rPr>
        <w:t>9,50</w:t>
      </w:r>
      <w:r>
        <w:rPr>
          <w:rFonts w:ascii="Arial Narrow" w:hAnsi="Arial Narrow"/>
          <w:bCs/>
          <w:sz w:val="24"/>
          <w:szCs w:val="24"/>
        </w:rPr>
        <w:t xml:space="preserve"> m</w:t>
      </w:r>
    </w:p>
    <w:p w:rsidR="00714F19" w:rsidRPr="00714F19" w:rsidRDefault="005823CC" w:rsidP="00714F19">
      <w:pPr>
        <w:pStyle w:val="Loendilik"/>
        <w:numPr>
          <w:ilvl w:val="0"/>
          <w:numId w:val="44"/>
        </w:numPr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Parda kõrgus</w:t>
      </w:r>
      <w:r w:rsidR="00714F19" w:rsidRPr="00714F19">
        <w:rPr>
          <w:rFonts w:ascii="Arial Narrow" w:hAnsi="Arial Narrow"/>
          <w:bCs/>
          <w:sz w:val="24"/>
          <w:szCs w:val="24"/>
        </w:rPr>
        <w:t xml:space="preserve">: </w:t>
      </w:r>
      <w:r w:rsidR="00746AC3">
        <w:rPr>
          <w:rFonts w:ascii="Arial Narrow" w:hAnsi="Arial Narrow"/>
          <w:bCs/>
          <w:sz w:val="24"/>
          <w:szCs w:val="24"/>
        </w:rPr>
        <w:t>3,25</w:t>
      </w:r>
      <w:r w:rsidR="00714F19">
        <w:rPr>
          <w:rFonts w:ascii="Arial Narrow" w:hAnsi="Arial Narrow"/>
          <w:bCs/>
          <w:sz w:val="24"/>
          <w:szCs w:val="24"/>
        </w:rPr>
        <w:t xml:space="preserve"> m</w:t>
      </w:r>
    </w:p>
    <w:p w:rsidR="00714F19" w:rsidRPr="00714F19" w:rsidRDefault="00714F19" w:rsidP="00714F19">
      <w:pPr>
        <w:pStyle w:val="Loendilik"/>
        <w:numPr>
          <w:ilvl w:val="0"/>
          <w:numId w:val="44"/>
        </w:numPr>
        <w:rPr>
          <w:rFonts w:ascii="Arial Narrow" w:hAnsi="Arial Narrow"/>
          <w:bCs/>
          <w:sz w:val="24"/>
          <w:szCs w:val="24"/>
        </w:rPr>
      </w:pPr>
      <w:r w:rsidRPr="00714F19">
        <w:rPr>
          <w:rFonts w:ascii="Arial Narrow" w:hAnsi="Arial Narrow"/>
          <w:bCs/>
          <w:sz w:val="24"/>
          <w:szCs w:val="24"/>
        </w:rPr>
        <w:t xml:space="preserve">Kogumahutavus (GT): </w:t>
      </w:r>
      <w:r w:rsidR="00746AC3">
        <w:rPr>
          <w:rFonts w:ascii="Arial Narrow" w:hAnsi="Arial Narrow"/>
          <w:bCs/>
          <w:sz w:val="24"/>
          <w:szCs w:val="24"/>
        </w:rPr>
        <w:t>215</w:t>
      </w:r>
    </w:p>
    <w:p w:rsidR="00804F7E" w:rsidRDefault="00B72003" w:rsidP="00C415A9">
      <w:pPr>
        <w:spacing w:line="276" w:lineRule="auto"/>
        <w:jc w:val="both"/>
      </w:pPr>
      <w:r w:rsidRPr="00870BB7">
        <w:rPr>
          <w:rFonts w:ascii="Arial Narrow" w:hAnsi="Arial Narrow"/>
          <w:bCs/>
        </w:rPr>
        <w:t>Ehitatava laeva kerest on valmis 75 %.</w:t>
      </w:r>
      <w:r w:rsidRPr="00FE0B00">
        <w:t xml:space="preserve"> </w:t>
      </w:r>
    </w:p>
    <w:p w:rsidR="00804F7E" w:rsidRDefault="00804F7E" w:rsidP="00C415A9">
      <w:pPr>
        <w:spacing w:line="276" w:lineRule="auto"/>
        <w:jc w:val="both"/>
      </w:pPr>
    </w:p>
    <w:p w:rsidR="00B72003" w:rsidRPr="00870BB7" w:rsidRDefault="00372168" w:rsidP="00C415A9">
      <w:pPr>
        <w:spacing w:line="276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Kiil on maha pandud Nasva tehases</w:t>
      </w:r>
      <w:r w:rsidR="00B72003" w:rsidRPr="00B72003">
        <w:rPr>
          <w:rFonts w:ascii="Arial Narrow" w:hAnsi="Arial Narrow"/>
          <w:bCs/>
        </w:rPr>
        <w:t xml:space="preserve"> </w:t>
      </w:r>
      <w:r w:rsidR="00804F7E">
        <w:rPr>
          <w:rFonts w:ascii="Arial Narrow" w:hAnsi="Arial Narrow"/>
          <w:bCs/>
        </w:rPr>
        <w:t>kuupäeval</w:t>
      </w:r>
      <w:r w:rsidR="00714F19">
        <w:rPr>
          <w:rFonts w:ascii="Arial Narrow" w:hAnsi="Arial Narrow"/>
          <w:bCs/>
        </w:rPr>
        <w:t xml:space="preserve"> </w:t>
      </w:r>
      <w:r w:rsidR="00746AC3">
        <w:rPr>
          <w:rFonts w:ascii="Arial Narrow" w:hAnsi="Arial Narrow"/>
          <w:bCs/>
        </w:rPr>
        <w:t>01.08.2024.</w:t>
      </w:r>
      <w:bookmarkStart w:id="0" w:name="_GoBack"/>
      <w:bookmarkEnd w:id="0"/>
      <w:r w:rsidR="00714F19">
        <w:rPr>
          <w:rFonts w:ascii="Arial Narrow" w:hAnsi="Arial Narrow"/>
          <w:bCs/>
        </w:rPr>
        <w:t xml:space="preserve"> </w:t>
      </w:r>
    </w:p>
    <w:p w:rsidR="00B72003" w:rsidRPr="00CF79FA" w:rsidRDefault="00B72003" w:rsidP="00CF79FA">
      <w:pPr>
        <w:spacing w:line="276" w:lineRule="auto"/>
        <w:jc w:val="both"/>
        <w:rPr>
          <w:rFonts w:ascii="Arial Narrow" w:hAnsi="Arial Narrow"/>
          <w:b/>
        </w:rPr>
      </w:pPr>
    </w:p>
    <w:p w:rsidR="00CF79FA" w:rsidRPr="00CF79FA" w:rsidRDefault="00CF79FA" w:rsidP="00B72003">
      <w:pPr>
        <w:spacing w:line="276" w:lineRule="auto"/>
        <w:jc w:val="both"/>
        <w:rPr>
          <w:rFonts w:ascii="Arial Narrow" w:hAnsi="Arial Narrow"/>
        </w:rPr>
      </w:pPr>
      <w:r w:rsidRPr="00CF79FA">
        <w:rPr>
          <w:rFonts w:ascii="Arial Narrow" w:hAnsi="Arial Narrow"/>
        </w:rPr>
        <w:t xml:space="preserve">Palun väljastada tõend ehitatava laeva ja nime kooskõlastuse kohta e-mailile </w:t>
      </w:r>
      <w:hyperlink r:id="rId9" w:history="1">
        <w:r w:rsidRPr="00CF79FA">
          <w:rPr>
            <w:rFonts w:ascii="Arial Narrow" w:hAnsi="Arial Narrow"/>
            <w:color w:val="0000FF"/>
            <w:u w:val="single"/>
          </w:rPr>
          <w:t>leelia@malsco.ee</w:t>
        </w:r>
      </w:hyperlink>
      <w:r w:rsidRPr="00CF79FA">
        <w:rPr>
          <w:rFonts w:ascii="Arial Narrow" w:hAnsi="Arial Narrow"/>
        </w:rPr>
        <w:t>.</w:t>
      </w:r>
    </w:p>
    <w:p w:rsidR="00CF79FA" w:rsidRPr="00CF79FA" w:rsidRDefault="00CF79FA" w:rsidP="00CF79FA">
      <w:pPr>
        <w:spacing w:line="276" w:lineRule="auto"/>
        <w:jc w:val="both"/>
        <w:rPr>
          <w:rFonts w:ascii="Arial Narrow" w:hAnsi="Arial Narrow"/>
        </w:rPr>
      </w:pPr>
    </w:p>
    <w:p w:rsidR="00CF79FA" w:rsidRPr="00CF79FA" w:rsidRDefault="00CF79FA" w:rsidP="00CF79FA">
      <w:pPr>
        <w:spacing w:line="276" w:lineRule="auto"/>
        <w:jc w:val="both"/>
        <w:rPr>
          <w:rFonts w:ascii="Arial Narrow" w:hAnsi="Arial Narrow"/>
        </w:rPr>
      </w:pPr>
      <w:r w:rsidRPr="00CF79FA">
        <w:rPr>
          <w:rFonts w:ascii="Arial Narrow" w:hAnsi="Arial Narrow"/>
        </w:rPr>
        <w:t>Lugupidamisega</w:t>
      </w:r>
    </w:p>
    <w:p w:rsidR="00CF79FA" w:rsidRPr="008F6493" w:rsidRDefault="008F6493" w:rsidP="008F6493">
      <w:pPr>
        <w:spacing w:line="276" w:lineRule="auto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(</w:t>
      </w:r>
      <w:r w:rsidRPr="008F6493">
        <w:rPr>
          <w:rFonts w:ascii="Arial Narrow" w:hAnsi="Arial Narrow"/>
          <w:iCs/>
        </w:rPr>
        <w:t xml:space="preserve">allkirjastatud </w:t>
      </w:r>
      <w:r w:rsidR="00CF79FA" w:rsidRPr="008F6493">
        <w:rPr>
          <w:rFonts w:ascii="Arial Narrow" w:hAnsi="Arial Narrow"/>
          <w:iCs/>
        </w:rPr>
        <w:t>digitaalselt</w:t>
      </w:r>
      <w:r>
        <w:rPr>
          <w:rFonts w:ascii="Arial Narrow" w:hAnsi="Arial Narrow"/>
          <w:iCs/>
        </w:rPr>
        <w:t>)</w:t>
      </w:r>
    </w:p>
    <w:p w:rsidR="00CF79FA" w:rsidRPr="00CF79FA" w:rsidRDefault="008F6493" w:rsidP="00CF79FA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Leelia Kirs</w:t>
      </w:r>
    </w:p>
    <w:p w:rsidR="00CF79FA" w:rsidRPr="00CF79FA" w:rsidRDefault="00CF79FA" w:rsidP="00CF79FA">
      <w:pPr>
        <w:spacing w:line="276" w:lineRule="auto"/>
        <w:jc w:val="both"/>
        <w:rPr>
          <w:rFonts w:ascii="Arial Narrow" w:hAnsi="Arial Narrow"/>
        </w:rPr>
      </w:pPr>
      <w:r w:rsidRPr="00CF79FA">
        <w:rPr>
          <w:rFonts w:ascii="Arial Narrow" w:hAnsi="Arial Narrow"/>
        </w:rPr>
        <w:t xml:space="preserve">Baltic Workboats AS volitatud esindaja </w:t>
      </w:r>
    </w:p>
    <w:p w:rsidR="00CF79FA" w:rsidRDefault="00CF79FA" w:rsidP="00CF79FA">
      <w:pPr>
        <w:spacing w:line="276" w:lineRule="auto"/>
        <w:jc w:val="both"/>
        <w:rPr>
          <w:rFonts w:ascii="Arial Narrow" w:hAnsi="Arial Narrow"/>
        </w:rPr>
      </w:pPr>
      <w:r w:rsidRPr="00CF79FA">
        <w:rPr>
          <w:rFonts w:ascii="Arial Narrow" w:hAnsi="Arial Narrow"/>
        </w:rPr>
        <w:t>MALSCO Law Office OÜ</w:t>
      </w:r>
    </w:p>
    <w:p w:rsidR="00CF79FA" w:rsidRPr="00CF79FA" w:rsidRDefault="008F7D0A" w:rsidP="008F6493">
      <w:pPr>
        <w:spacing w:line="276" w:lineRule="auto"/>
        <w:jc w:val="both"/>
        <w:rPr>
          <w:rFonts w:ascii="Arial Narrow" w:hAnsi="Arial Narrow"/>
        </w:rPr>
      </w:pPr>
      <w:hyperlink r:id="rId10" w:history="1">
        <w:r w:rsidR="008F6493" w:rsidRPr="0099207A">
          <w:rPr>
            <w:rStyle w:val="Hperlink"/>
            <w:rFonts w:ascii="Arial Narrow" w:hAnsi="Arial Narrow"/>
          </w:rPr>
          <w:t>leelia@malsco.ee</w:t>
        </w:r>
      </w:hyperlink>
      <w:r w:rsidR="00CF79FA" w:rsidRPr="00CF79FA">
        <w:rPr>
          <w:rFonts w:ascii="Arial Narrow" w:hAnsi="Arial Narrow"/>
        </w:rPr>
        <w:t xml:space="preserve"> </w:t>
      </w:r>
    </w:p>
    <w:p w:rsidR="003C5B81" w:rsidRPr="003C5B81" w:rsidRDefault="003C5B81" w:rsidP="00CF79FA">
      <w:pPr>
        <w:spacing w:line="276" w:lineRule="auto"/>
        <w:jc w:val="both"/>
      </w:pPr>
    </w:p>
    <w:sectPr w:rsidR="003C5B81" w:rsidRPr="003C5B81" w:rsidSect="00B5225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D0A" w:rsidRDefault="008F7D0A">
      <w:r>
        <w:separator/>
      </w:r>
    </w:p>
  </w:endnote>
  <w:endnote w:type="continuationSeparator" w:id="0">
    <w:p w:rsidR="008F7D0A" w:rsidRDefault="008F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03E" w:rsidRDefault="0033003E" w:rsidP="00B52251">
    <w:pPr>
      <w:pStyle w:val="Jalus"/>
      <w:rPr>
        <w:rFonts w:ascii="Arial" w:hAnsi="Arial" w:cs="Arial"/>
        <w:color w:val="000080"/>
        <w:sz w:val="14"/>
        <w:szCs w:val="14"/>
      </w:rPr>
    </w:pPr>
    <w:r>
      <w:rPr>
        <w:rFonts w:ascii="Arial" w:hAnsi="Arial" w:cs="Arial"/>
        <w:color w:val="000080"/>
        <w:sz w:val="16"/>
        <w:szCs w:val="16"/>
      </w:rPr>
      <w:t xml:space="preserve">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8E1" w:rsidRDefault="006F68E1" w:rsidP="006F68E1">
    <w:pPr>
      <w:pStyle w:val="Jalus"/>
      <w:rPr>
        <w:rFonts w:ascii="Arial" w:hAnsi="Arial" w:cs="Arial"/>
        <w:color w:val="000080"/>
        <w:sz w:val="14"/>
        <w:szCs w:val="14"/>
      </w:rPr>
    </w:pPr>
    <w:r>
      <w:rPr>
        <w:rFonts w:ascii="Arial" w:hAnsi="Arial" w:cs="Arial"/>
        <w:color w:val="000080"/>
        <w:sz w:val="14"/>
        <w:szCs w:val="14"/>
      </w:rPr>
      <w:t xml:space="preserve">                                                                                                                      MALSCO Law Office OÜ              Tõnismägi 3a        Tel. +372 6115 007</w:t>
    </w:r>
  </w:p>
  <w:p w:rsidR="006F68E1" w:rsidRDefault="006F68E1" w:rsidP="006F68E1">
    <w:pPr>
      <w:pStyle w:val="Jalus"/>
      <w:rPr>
        <w:rFonts w:ascii="Arial" w:hAnsi="Arial" w:cs="Arial"/>
        <w:color w:val="000080"/>
        <w:sz w:val="14"/>
        <w:szCs w:val="14"/>
      </w:rPr>
    </w:pPr>
    <w:r>
      <w:rPr>
        <w:rFonts w:ascii="Arial" w:hAnsi="Arial" w:cs="Arial"/>
        <w:color w:val="000080"/>
        <w:sz w:val="14"/>
        <w:szCs w:val="14"/>
      </w:rPr>
      <w:t xml:space="preserve">                                                                                                                      Registration Code 10466596       10119 TALLINN    Fax +372 6115 193</w:t>
    </w:r>
  </w:p>
  <w:p w:rsidR="006F68E1" w:rsidRDefault="006F68E1" w:rsidP="006F68E1">
    <w:pPr>
      <w:pStyle w:val="Jalus"/>
      <w:rPr>
        <w:rFonts w:ascii="Arial" w:hAnsi="Arial" w:cs="Arial"/>
        <w:color w:val="000080"/>
        <w:sz w:val="14"/>
        <w:szCs w:val="14"/>
      </w:rPr>
    </w:pPr>
    <w:r>
      <w:rPr>
        <w:rFonts w:ascii="Arial" w:hAnsi="Arial" w:cs="Arial"/>
        <w:color w:val="000080"/>
        <w:sz w:val="14"/>
        <w:szCs w:val="14"/>
      </w:rPr>
      <w:t xml:space="preserve">                                                                                                                      VAT No. EE100640386                ESTONIA              www.malsco.ee</w:t>
    </w:r>
  </w:p>
  <w:p w:rsidR="006F68E1" w:rsidRDefault="006F68E1" w:rsidP="006F68E1">
    <w:pPr>
      <w:pStyle w:val="Jalus"/>
      <w:rPr>
        <w:rFonts w:ascii="Arial" w:hAnsi="Arial" w:cs="Arial"/>
        <w:color w:val="000080"/>
        <w:sz w:val="14"/>
        <w:szCs w:val="14"/>
      </w:rPr>
    </w:pPr>
    <w:r>
      <w:rPr>
        <w:rFonts w:ascii="Arial" w:hAnsi="Arial" w:cs="Arial"/>
        <w:color w:val="000080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info@malsco.ee    </w:t>
    </w:r>
  </w:p>
  <w:p w:rsidR="006F68E1" w:rsidRDefault="006F68E1">
    <w:pPr>
      <w:pStyle w:val="Jalus"/>
    </w:pPr>
  </w:p>
  <w:p w:rsidR="006F68E1" w:rsidRDefault="006F68E1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D0A" w:rsidRDefault="008F7D0A">
      <w:r>
        <w:separator/>
      </w:r>
    </w:p>
  </w:footnote>
  <w:footnote w:type="continuationSeparator" w:id="0">
    <w:p w:rsidR="008F7D0A" w:rsidRDefault="008F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25E" w:rsidRDefault="00E0025E">
    <w:pPr>
      <w:pStyle w:val="Pis"/>
      <w:spacing w:line="360" w:lineRule="auto"/>
      <w:rPr>
        <w:rFonts w:ascii="Arial" w:hAnsi="Arial" w:cs="Arial"/>
        <w:sz w:val="16"/>
      </w:rPr>
    </w:pPr>
  </w:p>
  <w:p w:rsidR="00E0025E" w:rsidRDefault="00E0025E">
    <w:pPr>
      <w:pStyle w:val="Pis"/>
      <w:spacing w:line="360" w:lineRule="auto"/>
      <w:rPr>
        <w:rFonts w:ascii="Arial" w:hAnsi="Arial" w:cs="Arial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59" w:rsidRDefault="0009129D">
    <w:pPr>
      <w:pStyle w:val="Pis"/>
    </w:pPr>
    <w:r>
      <w:rPr>
        <w:noProof/>
      </w:rPr>
      <w:drawing>
        <wp:inline distT="0" distB="0" distL="0" distR="0">
          <wp:extent cx="1348105" cy="657225"/>
          <wp:effectExtent l="0" t="0" r="4445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810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3253105</wp:posOffset>
              </wp:positionH>
              <wp:positionV relativeFrom="paragraph">
                <wp:posOffset>-40005</wp:posOffset>
              </wp:positionV>
              <wp:extent cx="2499995" cy="604520"/>
              <wp:effectExtent l="0" t="0" r="0" b="508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9995" cy="604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C4C59" w:rsidRDefault="00BC4C59" w:rsidP="00BC4C59">
                          <w:pPr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</w:pPr>
                          <w:r w:rsidRPr="00F6273F"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  <w:t xml:space="preserve"> MALSCO</w:t>
                          </w:r>
                          <w:r w:rsidR="00F17DAE"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F6273F"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  <w:t xml:space="preserve"> Law Office </w:t>
                          </w:r>
                        </w:p>
                        <w:p w:rsidR="00BC4C59" w:rsidRPr="00F6273F" w:rsidRDefault="00BC4C59" w:rsidP="00BC4C59">
                          <w:pPr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  <w:t>___________________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6.15pt;margin-top:-3.15pt;width:196.85pt;height:4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" stroked="f">
              <v:textbox>
                <w:txbxContent>
                  <w:p w:rsidR="00BC4C59" w:rsidRDefault="00BC4C59" w:rsidP="00BC4C59">
                    <w:pPr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</w:pPr>
                    <w:r w:rsidRPr="00F6273F"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  <w:t xml:space="preserve"> MALSCO</w:t>
                    </w:r>
                    <w:r w:rsidR="00F17DAE"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  <w:t xml:space="preserve"> </w:t>
                    </w:r>
                    <w:r w:rsidRPr="00F6273F"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  <w:t xml:space="preserve"> Law Office </w:t>
                    </w:r>
                  </w:p>
                  <w:p w:rsidR="00BC4C59" w:rsidRPr="00F6273F" w:rsidRDefault="00BC4C59" w:rsidP="00BC4C59">
                    <w:pPr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  <w:t>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3025"/>
    <w:multiLevelType w:val="hybridMultilevel"/>
    <w:tmpl w:val="D4B4A4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E41A2"/>
    <w:multiLevelType w:val="multilevel"/>
    <w:tmpl w:val="F8244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704" w:hanging="1800"/>
      </w:pPr>
      <w:rPr>
        <w:rFonts w:hint="default"/>
      </w:rPr>
    </w:lvl>
  </w:abstractNum>
  <w:abstractNum w:abstractNumId="2">
    <w:nsid w:val="15BB4EF0"/>
    <w:multiLevelType w:val="hybridMultilevel"/>
    <w:tmpl w:val="13CCD19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14440A"/>
    <w:multiLevelType w:val="hybridMultilevel"/>
    <w:tmpl w:val="181E7F1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E512B4"/>
    <w:multiLevelType w:val="hybridMultilevel"/>
    <w:tmpl w:val="4EC698CA"/>
    <w:lvl w:ilvl="0" w:tplc="04250001">
      <w:start w:val="1"/>
      <w:numFmt w:val="bullet"/>
      <w:lvlText w:val=""/>
      <w:lvlJc w:val="left"/>
      <w:pPr>
        <w:ind w:left="140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5">
    <w:nsid w:val="1BB47B8E"/>
    <w:multiLevelType w:val="hybridMultilevel"/>
    <w:tmpl w:val="890897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51430"/>
    <w:multiLevelType w:val="hybridMultilevel"/>
    <w:tmpl w:val="6CB4BF32"/>
    <w:lvl w:ilvl="0" w:tplc="59104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D57938"/>
    <w:multiLevelType w:val="hybridMultilevel"/>
    <w:tmpl w:val="1610C30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F667E"/>
    <w:multiLevelType w:val="multilevel"/>
    <w:tmpl w:val="91B07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E3DDB"/>
    <w:multiLevelType w:val="multilevel"/>
    <w:tmpl w:val="47423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9585C8A"/>
    <w:multiLevelType w:val="multilevel"/>
    <w:tmpl w:val="C2CEE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84AB7"/>
    <w:multiLevelType w:val="hybridMultilevel"/>
    <w:tmpl w:val="82322B46"/>
    <w:lvl w:ilvl="0" w:tplc="976A24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F410D8"/>
    <w:multiLevelType w:val="hybridMultilevel"/>
    <w:tmpl w:val="D4E036E0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E4678CD"/>
    <w:multiLevelType w:val="hybridMultilevel"/>
    <w:tmpl w:val="C8CE2E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4936FB"/>
    <w:multiLevelType w:val="hybridMultilevel"/>
    <w:tmpl w:val="CE32EB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42CBA"/>
    <w:multiLevelType w:val="hybridMultilevel"/>
    <w:tmpl w:val="7584A6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06A4"/>
    <w:multiLevelType w:val="hybridMultilevel"/>
    <w:tmpl w:val="03D0A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920965"/>
    <w:multiLevelType w:val="hybridMultilevel"/>
    <w:tmpl w:val="24CCF0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5B34F1"/>
    <w:multiLevelType w:val="hybridMultilevel"/>
    <w:tmpl w:val="A2E600CC"/>
    <w:lvl w:ilvl="0" w:tplc="042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9361B83"/>
    <w:multiLevelType w:val="hybridMultilevel"/>
    <w:tmpl w:val="9E605A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314EE"/>
    <w:multiLevelType w:val="multilevel"/>
    <w:tmpl w:val="93F82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3CE717C2"/>
    <w:multiLevelType w:val="hybridMultilevel"/>
    <w:tmpl w:val="078E13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FA540F"/>
    <w:multiLevelType w:val="hybridMultilevel"/>
    <w:tmpl w:val="0CEAB42A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0606E90"/>
    <w:multiLevelType w:val="hybridMultilevel"/>
    <w:tmpl w:val="C7F8E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C3241E"/>
    <w:multiLevelType w:val="multilevel"/>
    <w:tmpl w:val="F8244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704" w:hanging="1800"/>
      </w:pPr>
      <w:rPr>
        <w:rFonts w:hint="default"/>
      </w:rPr>
    </w:lvl>
  </w:abstractNum>
  <w:abstractNum w:abstractNumId="25">
    <w:nsid w:val="428402BD"/>
    <w:multiLevelType w:val="hybridMultilevel"/>
    <w:tmpl w:val="A3821BA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87F46"/>
    <w:multiLevelType w:val="hybridMultilevel"/>
    <w:tmpl w:val="F6B29AF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5C6FED"/>
    <w:multiLevelType w:val="hybridMultilevel"/>
    <w:tmpl w:val="793C7A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E0303A"/>
    <w:multiLevelType w:val="multilevel"/>
    <w:tmpl w:val="ACE66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C417B1"/>
    <w:multiLevelType w:val="hybridMultilevel"/>
    <w:tmpl w:val="42FACD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335232"/>
    <w:multiLevelType w:val="hybridMultilevel"/>
    <w:tmpl w:val="58C03A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16140D"/>
    <w:multiLevelType w:val="hybridMultilevel"/>
    <w:tmpl w:val="32DEBE4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3538AA"/>
    <w:multiLevelType w:val="hybridMultilevel"/>
    <w:tmpl w:val="7AD83B46"/>
    <w:lvl w:ilvl="0" w:tplc="CC9E84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992435"/>
    <w:multiLevelType w:val="multilevel"/>
    <w:tmpl w:val="DDAEFC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/>
      </w:rPr>
    </w:lvl>
  </w:abstractNum>
  <w:abstractNum w:abstractNumId="34">
    <w:nsid w:val="732E02ED"/>
    <w:multiLevelType w:val="multilevel"/>
    <w:tmpl w:val="B5AE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457E73"/>
    <w:multiLevelType w:val="hybridMultilevel"/>
    <w:tmpl w:val="EA5AFEA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9D1088"/>
    <w:multiLevelType w:val="hybridMultilevel"/>
    <w:tmpl w:val="E46461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301566"/>
    <w:multiLevelType w:val="hybridMultilevel"/>
    <w:tmpl w:val="A9CA443A"/>
    <w:lvl w:ilvl="0" w:tplc="33F6AF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3271A5"/>
    <w:multiLevelType w:val="hybridMultilevel"/>
    <w:tmpl w:val="F45038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3D4EF3"/>
    <w:multiLevelType w:val="hybridMultilevel"/>
    <w:tmpl w:val="0E88D6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C0AF1"/>
    <w:multiLevelType w:val="hybridMultilevel"/>
    <w:tmpl w:val="D74C2E6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EC41B1"/>
    <w:multiLevelType w:val="hybridMultilevel"/>
    <w:tmpl w:val="D2F467C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614804"/>
    <w:multiLevelType w:val="hybridMultilevel"/>
    <w:tmpl w:val="83D2B5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FE2414"/>
    <w:multiLevelType w:val="hybridMultilevel"/>
    <w:tmpl w:val="A0D0CC3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0"/>
  </w:num>
  <w:num w:numId="3">
    <w:abstractNumId w:val="18"/>
  </w:num>
  <w:num w:numId="4">
    <w:abstractNumId w:val="41"/>
  </w:num>
  <w:num w:numId="5">
    <w:abstractNumId w:val="7"/>
  </w:num>
  <w:num w:numId="6">
    <w:abstractNumId w:val="31"/>
  </w:num>
  <w:num w:numId="7">
    <w:abstractNumId w:val="2"/>
  </w:num>
  <w:num w:numId="8">
    <w:abstractNumId w:val="25"/>
  </w:num>
  <w:num w:numId="9">
    <w:abstractNumId w:val="43"/>
  </w:num>
  <w:num w:numId="10">
    <w:abstractNumId w:val="27"/>
  </w:num>
  <w:num w:numId="11">
    <w:abstractNumId w:val="5"/>
  </w:num>
  <w:num w:numId="12">
    <w:abstractNumId w:val="12"/>
  </w:num>
  <w:num w:numId="13">
    <w:abstractNumId w:val="26"/>
  </w:num>
  <w:num w:numId="14">
    <w:abstractNumId w:val="36"/>
  </w:num>
  <w:num w:numId="15">
    <w:abstractNumId w:val="17"/>
  </w:num>
  <w:num w:numId="16">
    <w:abstractNumId w:val="16"/>
  </w:num>
  <w:num w:numId="17">
    <w:abstractNumId w:val="23"/>
  </w:num>
  <w:num w:numId="18">
    <w:abstractNumId w:val="30"/>
  </w:num>
  <w:num w:numId="19">
    <w:abstractNumId w:val="19"/>
  </w:num>
  <w:num w:numId="20">
    <w:abstractNumId w:val="0"/>
  </w:num>
  <w:num w:numId="21">
    <w:abstractNumId w:val="42"/>
  </w:num>
  <w:num w:numId="22">
    <w:abstractNumId w:val="9"/>
  </w:num>
  <w:num w:numId="23">
    <w:abstractNumId w:val="14"/>
  </w:num>
  <w:num w:numId="24">
    <w:abstractNumId w:val="38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35"/>
  </w:num>
  <w:num w:numId="31">
    <w:abstractNumId w:val="1"/>
  </w:num>
  <w:num w:numId="32">
    <w:abstractNumId w:val="22"/>
  </w:num>
  <w:num w:numId="33">
    <w:abstractNumId w:val="4"/>
  </w:num>
  <w:num w:numId="34">
    <w:abstractNumId w:val="6"/>
  </w:num>
  <w:num w:numId="35">
    <w:abstractNumId w:val="24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0"/>
  </w:num>
  <w:num w:numId="39">
    <w:abstractNumId w:val="39"/>
  </w:num>
  <w:num w:numId="40">
    <w:abstractNumId w:val="32"/>
  </w:num>
  <w:num w:numId="41">
    <w:abstractNumId w:val="13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2B3"/>
    <w:rsid w:val="000001C4"/>
    <w:rsid w:val="0000140A"/>
    <w:rsid w:val="000032FD"/>
    <w:rsid w:val="00006D21"/>
    <w:rsid w:val="00007EF8"/>
    <w:rsid w:val="00011A8D"/>
    <w:rsid w:val="00014175"/>
    <w:rsid w:val="000209C1"/>
    <w:rsid w:val="000232BB"/>
    <w:rsid w:val="00024817"/>
    <w:rsid w:val="00025D91"/>
    <w:rsid w:val="000265FF"/>
    <w:rsid w:val="00031C24"/>
    <w:rsid w:val="00032019"/>
    <w:rsid w:val="00033950"/>
    <w:rsid w:val="000343DB"/>
    <w:rsid w:val="00034D1E"/>
    <w:rsid w:val="000355CD"/>
    <w:rsid w:val="0003598D"/>
    <w:rsid w:val="00035ABE"/>
    <w:rsid w:val="00055C68"/>
    <w:rsid w:val="0005622E"/>
    <w:rsid w:val="00056F00"/>
    <w:rsid w:val="00060655"/>
    <w:rsid w:val="0006197B"/>
    <w:rsid w:val="000646DD"/>
    <w:rsid w:val="0007075F"/>
    <w:rsid w:val="00072791"/>
    <w:rsid w:val="00075DB4"/>
    <w:rsid w:val="00076AAC"/>
    <w:rsid w:val="00077F10"/>
    <w:rsid w:val="00080B8B"/>
    <w:rsid w:val="00082E63"/>
    <w:rsid w:val="000835E4"/>
    <w:rsid w:val="000908E8"/>
    <w:rsid w:val="00090DC0"/>
    <w:rsid w:val="0009129D"/>
    <w:rsid w:val="00092356"/>
    <w:rsid w:val="000A50F4"/>
    <w:rsid w:val="000B1D96"/>
    <w:rsid w:val="000B454B"/>
    <w:rsid w:val="000B59C2"/>
    <w:rsid w:val="000B62A4"/>
    <w:rsid w:val="000C1A54"/>
    <w:rsid w:val="000C3B7F"/>
    <w:rsid w:val="000C65CE"/>
    <w:rsid w:val="000D238A"/>
    <w:rsid w:val="000D7348"/>
    <w:rsid w:val="000D7B80"/>
    <w:rsid w:val="000E14D5"/>
    <w:rsid w:val="000E4FEC"/>
    <w:rsid w:val="000F1958"/>
    <w:rsid w:val="000F232F"/>
    <w:rsid w:val="000F6374"/>
    <w:rsid w:val="001003C5"/>
    <w:rsid w:val="00102FBF"/>
    <w:rsid w:val="00105E54"/>
    <w:rsid w:val="00110822"/>
    <w:rsid w:val="001111B7"/>
    <w:rsid w:val="0011145B"/>
    <w:rsid w:val="00114A9D"/>
    <w:rsid w:val="00115378"/>
    <w:rsid w:val="00116227"/>
    <w:rsid w:val="001162AA"/>
    <w:rsid w:val="00116CE2"/>
    <w:rsid w:val="001247E1"/>
    <w:rsid w:val="001279D8"/>
    <w:rsid w:val="00142580"/>
    <w:rsid w:val="00146598"/>
    <w:rsid w:val="0014719D"/>
    <w:rsid w:val="001511E2"/>
    <w:rsid w:val="001551D4"/>
    <w:rsid w:val="00155351"/>
    <w:rsid w:val="00155F8B"/>
    <w:rsid w:val="001605ED"/>
    <w:rsid w:val="00161834"/>
    <w:rsid w:val="00162AF7"/>
    <w:rsid w:val="00164170"/>
    <w:rsid w:val="00177924"/>
    <w:rsid w:val="001816D8"/>
    <w:rsid w:val="001849F3"/>
    <w:rsid w:val="0018602B"/>
    <w:rsid w:val="001864D8"/>
    <w:rsid w:val="0019101E"/>
    <w:rsid w:val="00193B27"/>
    <w:rsid w:val="0019419C"/>
    <w:rsid w:val="001979C4"/>
    <w:rsid w:val="001A00DD"/>
    <w:rsid w:val="001A086E"/>
    <w:rsid w:val="001A437A"/>
    <w:rsid w:val="001A4D12"/>
    <w:rsid w:val="001A5CBE"/>
    <w:rsid w:val="001A6152"/>
    <w:rsid w:val="001A6354"/>
    <w:rsid w:val="001A7464"/>
    <w:rsid w:val="001B3C08"/>
    <w:rsid w:val="001B3E54"/>
    <w:rsid w:val="001B4B12"/>
    <w:rsid w:val="001C169E"/>
    <w:rsid w:val="001C4B0F"/>
    <w:rsid w:val="001C4CF9"/>
    <w:rsid w:val="001D04CA"/>
    <w:rsid w:val="001D2F19"/>
    <w:rsid w:val="001D3072"/>
    <w:rsid w:val="001D448D"/>
    <w:rsid w:val="001D4C55"/>
    <w:rsid w:val="001D733E"/>
    <w:rsid w:val="001D7530"/>
    <w:rsid w:val="001E19F5"/>
    <w:rsid w:val="001E2821"/>
    <w:rsid w:val="001E366C"/>
    <w:rsid w:val="001E573D"/>
    <w:rsid w:val="001E71A9"/>
    <w:rsid w:val="001E7632"/>
    <w:rsid w:val="001F2267"/>
    <w:rsid w:val="001F323A"/>
    <w:rsid w:val="001F4229"/>
    <w:rsid w:val="001F4E6D"/>
    <w:rsid w:val="001F4F87"/>
    <w:rsid w:val="001F6D44"/>
    <w:rsid w:val="001F6EBF"/>
    <w:rsid w:val="001F74B7"/>
    <w:rsid w:val="001F7EB3"/>
    <w:rsid w:val="00200A7E"/>
    <w:rsid w:val="00200BD5"/>
    <w:rsid w:val="0020210A"/>
    <w:rsid w:val="00202134"/>
    <w:rsid w:val="00202343"/>
    <w:rsid w:val="00205F96"/>
    <w:rsid w:val="00206765"/>
    <w:rsid w:val="00210CBB"/>
    <w:rsid w:val="00213180"/>
    <w:rsid w:val="00213C28"/>
    <w:rsid w:val="002152AD"/>
    <w:rsid w:val="00220471"/>
    <w:rsid w:val="00220D38"/>
    <w:rsid w:val="00221848"/>
    <w:rsid w:val="00224775"/>
    <w:rsid w:val="00225B88"/>
    <w:rsid w:val="00227D8D"/>
    <w:rsid w:val="00231E9B"/>
    <w:rsid w:val="002321FC"/>
    <w:rsid w:val="0023322E"/>
    <w:rsid w:val="002336E5"/>
    <w:rsid w:val="00234695"/>
    <w:rsid w:val="00237884"/>
    <w:rsid w:val="0024453B"/>
    <w:rsid w:val="002457FB"/>
    <w:rsid w:val="0024727F"/>
    <w:rsid w:val="00247FC1"/>
    <w:rsid w:val="002502EA"/>
    <w:rsid w:val="0025063A"/>
    <w:rsid w:val="00252A13"/>
    <w:rsid w:val="00254DE3"/>
    <w:rsid w:val="00254E4A"/>
    <w:rsid w:val="00255F55"/>
    <w:rsid w:val="0026044E"/>
    <w:rsid w:val="00264E0A"/>
    <w:rsid w:val="00265F0C"/>
    <w:rsid w:val="002673DF"/>
    <w:rsid w:val="002715F4"/>
    <w:rsid w:val="00271FBB"/>
    <w:rsid w:val="00273D5E"/>
    <w:rsid w:val="00277FB6"/>
    <w:rsid w:val="002811CD"/>
    <w:rsid w:val="00281268"/>
    <w:rsid w:val="002830E2"/>
    <w:rsid w:val="0028517D"/>
    <w:rsid w:val="00285E8F"/>
    <w:rsid w:val="002866AE"/>
    <w:rsid w:val="002903C7"/>
    <w:rsid w:val="002926F8"/>
    <w:rsid w:val="00295340"/>
    <w:rsid w:val="002A180F"/>
    <w:rsid w:val="002A481A"/>
    <w:rsid w:val="002A70E8"/>
    <w:rsid w:val="002B637D"/>
    <w:rsid w:val="002B7124"/>
    <w:rsid w:val="002B7492"/>
    <w:rsid w:val="002C3BB0"/>
    <w:rsid w:val="002C4E23"/>
    <w:rsid w:val="002C50AB"/>
    <w:rsid w:val="002C532A"/>
    <w:rsid w:val="002C578D"/>
    <w:rsid w:val="002D58D5"/>
    <w:rsid w:val="002D6614"/>
    <w:rsid w:val="002E248C"/>
    <w:rsid w:val="002E3280"/>
    <w:rsid w:val="002E37AD"/>
    <w:rsid w:val="002E5B4B"/>
    <w:rsid w:val="002E6344"/>
    <w:rsid w:val="002E640A"/>
    <w:rsid w:val="002E7625"/>
    <w:rsid w:val="002F041E"/>
    <w:rsid w:val="002F12B9"/>
    <w:rsid w:val="002F5D21"/>
    <w:rsid w:val="002F60D5"/>
    <w:rsid w:val="002F61E8"/>
    <w:rsid w:val="00300E88"/>
    <w:rsid w:val="00301FA2"/>
    <w:rsid w:val="003044F4"/>
    <w:rsid w:val="00305785"/>
    <w:rsid w:val="00306C6B"/>
    <w:rsid w:val="00307189"/>
    <w:rsid w:val="00314D7F"/>
    <w:rsid w:val="00314F93"/>
    <w:rsid w:val="00314FD2"/>
    <w:rsid w:val="0031719F"/>
    <w:rsid w:val="003179A0"/>
    <w:rsid w:val="00321324"/>
    <w:rsid w:val="0032368B"/>
    <w:rsid w:val="0032602B"/>
    <w:rsid w:val="0032649F"/>
    <w:rsid w:val="003278B7"/>
    <w:rsid w:val="00327911"/>
    <w:rsid w:val="0033003E"/>
    <w:rsid w:val="00331096"/>
    <w:rsid w:val="00332029"/>
    <w:rsid w:val="00333B29"/>
    <w:rsid w:val="0033465A"/>
    <w:rsid w:val="00335611"/>
    <w:rsid w:val="00335A2D"/>
    <w:rsid w:val="00341042"/>
    <w:rsid w:val="00343D4A"/>
    <w:rsid w:val="00345FA1"/>
    <w:rsid w:val="003524C5"/>
    <w:rsid w:val="0035351F"/>
    <w:rsid w:val="00356E3A"/>
    <w:rsid w:val="0036044E"/>
    <w:rsid w:val="00360D2A"/>
    <w:rsid w:val="00362E0F"/>
    <w:rsid w:val="00363D6E"/>
    <w:rsid w:val="00364BC1"/>
    <w:rsid w:val="003719C9"/>
    <w:rsid w:val="00372168"/>
    <w:rsid w:val="00373F6D"/>
    <w:rsid w:val="00375641"/>
    <w:rsid w:val="003763D9"/>
    <w:rsid w:val="00380174"/>
    <w:rsid w:val="00385D93"/>
    <w:rsid w:val="003870AD"/>
    <w:rsid w:val="00392005"/>
    <w:rsid w:val="003928E6"/>
    <w:rsid w:val="00392FA9"/>
    <w:rsid w:val="00393794"/>
    <w:rsid w:val="003A47AD"/>
    <w:rsid w:val="003B3DCC"/>
    <w:rsid w:val="003B54B1"/>
    <w:rsid w:val="003B7660"/>
    <w:rsid w:val="003C5B81"/>
    <w:rsid w:val="003D17C0"/>
    <w:rsid w:val="003D315B"/>
    <w:rsid w:val="003D3B8E"/>
    <w:rsid w:val="003D4A21"/>
    <w:rsid w:val="003D726E"/>
    <w:rsid w:val="003D753D"/>
    <w:rsid w:val="003D7B94"/>
    <w:rsid w:val="003E3CDF"/>
    <w:rsid w:val="003E4CB8"/>
    <w:rsid w:val="003F1A68"/>
    <w:rsid w:val="004012BA"/>
    <w:rsid w:val="004051C9"/>
    <w:rsid w:val="004168DB"/>
    <w:rsid w:val="00422653"/>
    <w:rsid w:val="00424920"/>
    <w:rsid w:val="00425703"/>
    <w:rsid w:val="00427A3E"/>
    <w:rsid w:val="004339D8"/>
    <w:rsid w:val="00433F5C"/>
    <w:rsid w:val="00437AC2"/>
    <w:rsid w:val="00440E77"/>
    <w:rsid w:val="004430AD"/>
    <w:rsid w:val="004431AD"/>
    <w:rsid w:val="00447934"/>
    <w:rsid w:val="00450CFC"/>
    <w:rsid w:val="004524CF"/>
    <w:rsid w:val="00453885"/>
    <w:rsid w:val="004644A9"/>
    <w:rsid w:val="00470884"/>
    <w:rsid w:val="004725CB"/>
    <w:rsid w:val="0047450D"/>
    <w:rsid w:val="004749B8"/>
    <w:rsid w:val="004777C7"/>
    <w:rsid w:val="00487F55"/>
    <w:rsid w:val="0049140C"/>
    <w:rsid w:val="00492F0C"/>
    <w:rsid w:val="00493A57"/>
    <w:rsid w:val="00497ECE"/>
    <w:rsid w:val="004A04CE"/>
    <w:rsid w:val="004A159D"/>
    <w:rsid w:val="004A16FB"/>
    <w:rsid w:val="004A26F8"/>
    <w:rsid w:val="004B47D5"/>
    <w:rsid w:val="004B6113"/>
    <w:rsid w:val="004B66AE"/>
    <w:rsid w:val="004B769E"/>
    <w:rsid w:val="004C34D8"/>
    <w:rsid w:val="004C438C"/>
    <w:rsid w:val="004C6CE2"/>
    <w:rsid w:val="004D33F2"/>
    <w:rsid w:val="004D4C09"/>
    <w:rsid w:val="004D52DB"/>
    <w:rsid w:val="004D680D"/>
    <w:rsid w:val="004D74CA"/>
    <w:rsid w:val="004E09ED"/>
    <w:rsid w:val="004E1B14"/>
    <w:rsid w:val="004E2873"/>
    <w:rsid w:val="004E5071"/>
    <w:rsid w:val="004F3CDF"/>
    <w:rsid w:val="004F569F"/>
    <w:rsid w:val="004F6237"/>
    <w:rsid w:val="00501A87"/>
    <w:rsid w:val="00505B24"/>
    <w:rsid w:val="00513AF5"/>
    <w:rsid w:val="00513E68"/>
    <w:rsid w:val="0051461F"/>
    <w:rsid w:val="0051599D"/>
    <w:rsid w:val="0051615D"/>
    <w:rsid w:val="00517A04"/>
    <w:rsid w:val="00520A7A"/>
    <w:rsid w:val="005279A6"/>
    <w:rsid w:val="005349F9"/>
    <w:rsid w:val="005355E8"/>
    <w:rsid w:val="005364AD"/>
    <w:rsid w:val="00536EEE"/>
    <w:rsid w:val="00540EE6"/>
    <w:rsid w:val="0054373C"/>
    <w:rsid w:val="00544EFB"/>
    <w:rsid w:val="005467AA"/>
    <w:rsid w:val="005468F4"/>
    <w:rsid w:val="00546B17"/>
    <w:rsid w:val="005541D1"/>
    <w:rsid w:val="00562C93"/>
    <w:rsid w:val="00563D33"/>
    <w:rsid w:val="0056501D"/>
    <w:rsid w:val="00566AF3"/>
    <w:rsid w:val="00570F60"/>
    <w:rsid w:val="005735DB"/>
    <w:rsid w:val="005761FE"/>
    <w:rsid w:val="00576734"/>
    <w:rsid w:val="0058078B"/>
    <w:rsid w:val="00580EF9"/>
    <w:rsid w:val="005823B4"/>
    <w:rsid w:val="005823CC"/>
    <w:rsid w:val="00584117"/>
    <w:rsid w:val="005869BD"/>
    <w:rsid w:val="005A2A18"/>
    <w:rsid w:val="005A2E28"/>
    <w:rsid w:val="005A39A7"/>
    <w:rsid w:val="005A5081"/>
    <w:rsid w:val="005A64C0"/>
    <w:rsid w:val="005A6797"/>
    <w:rsid w:val="005B09D3"/>
    <w:rsid w:val="005B0CD5"/>
    <w:rsid w:val="005B236F"/>
    <w:rsid w:val="005B4D2C"/>
    <w:rsid w:val="005C5A75"/>
    <w:rsid w:val="005C7FA0"/>
    <w:rsid w:val="005D1750"/>
    <w:rsid w:val="005D1E1D"/>
    <w:rsid w:val="005D3BCB"/>
    <w:rsid w:val="005D4F09"/>
    <w:rsid w:val="005E17FA"/>
    <w:rsid w:val="005E2549"/>
    <w:rsid w:val="005E26E0"/>
    <w:rsid w:val="005E29A7"/>
    <w:rsid w:val="005E314F"/>
    <w:rsid w:val="005E3313"/>
    <w:rsid w:val="005E3C3E"/>
    <w:rsid w:val="005E4936"/>
    <w:rsid w:val="005F58A1"/>
    <w:rsid w:val="005F5D75"/>
    <w:rsid w:val="005F7123"/>
    <w:rsid w:val="0060458B"/>
    <w:rsid w:val="00605340"/>
    <w:rsid w:val="00606317"/>
    <w:rsid w:val="0060663B"/>
    <w:rsid w:val="00607AB9"/>
    <w:rsid w:val="00607B04"/>
    <w:rsid w:val="00611C2C"/>
    <w:rsid w:val="00613BF1"/>
    <w:rsid w:val="00613F4A"/>
    <w:rsid w:val="00623E51"/>
    <w:rsid w:val="00633B70"/>
    <w:rsid w:val="00634FDA"/>
    <w:rsid w:val="006375B2"/>
    <w:rsid w:val="00637E35"/>
    <w:rsid w:val="0064016C"/>
    <w:rsid w:val="00640455"/>
    <w:rsid w:val="00643964"/>
    <w:rsid w:val="00643E73"/>
    <w:rsid w:val="00644A5A"/>
    <w:rsid w:val="0064501F"/>
    <w:rsid w:val="00645FAA"/>
    <w:rsid w:val="00647E20"/>
    <w:rsid w:val="00650EBA"/>
    <w:rsid w:val="00650EC1"/>
    <w:rsid w:val="0065626C"/>
    <w:rsid w:val="00657C08"/>
    <w:rsid w:val="00657E78"/>
    <w:rsid w:val="006607DC"/>
    <w:rsid w:val="006612F4"/>
    <w:rsid w:val="0066285B"/>
    <w:rsid w:val="006659F7"/>
    <w:rsid w:val="00672C7B"/>
    <w:rsid w:val="00677D63"/>
    <w:rsid w:val="00680F55"/>
    <w:rsid w:val="00681C74"/>
    <w:rsid w:val="00682EF1"/>
    <w:rsid w:val="006871FC"/>
    <w:rsid w:val="00694B0E"/>
    <w:rsid w:val="00695060"/>
    <w:rsid w:val="00695E86"/>
    <w:rsid w:val="006A46AC"/>
    <w:rsid w:val="006A4E93"/>
    <w:rsid w:val="006A5957"/>
    <w:rsid w:val="006A5C46"/>
    <w:rsid w:val="006B1222"/>
    <w:rsid w:val="006B2917"/>
    <w:rsid w:val="006B6039"/>
    <w:rsid w:val="006B72C3"/>
    <w:rsid w:val="006C04AF"/>
    <w:rsid w:val="006C3A49"/>
    <w:rsid w:val="006C3D3F"/>
    <w:rsid w:val="006C4277"/>
    <w:rsid w:val="006C5EAE"/>
    <w:rsid w:val="006C6F16"/>
    <w:rsid w:val="006C7F88"/>
    <w:rsid w:val="006D152F"/>
    <w:rsid w:val="006D33A0"/>
    <w:rsid w:val="006D57A7"/>
    <w:rsid w:val="006E004C"/>
    <w:rsid w:val="006E1912"/>
    <w:rsid w:val="006E1CDA"/>
    <w:rsid w:val="006E51D3"/>
    <w:rsid w:val="006E6447"/>
    <w:rsid w:val="006F111A"/>
    <w:rsid w:val="006F4C07"/>
    <w:rsid w:val="006F5841"/>
    <w:rsid w:val="006F68E1"/>
    <w:rsid w:val="006F7000"/>
    <w:rsid w:val="0070580E"/>
    <w:rsid w:val="007061D9"/>
    <w:rsid w:val="00713E5C"/>
    <w:rsid w:val="00714F19"/>
    <w:rsid w:val="0071766C"/>
    <w:rsid w:val="00717982"/>
    <w:rsid w:val="00720EDD"/>
    <w:rsid w:val="007216F9"/>
    <w:rsid w:val="00723698"/>
    <w:rsid w:val="007254DD"/>
    <w:rsid w:val="007265B6"/>
    <w:rsid w:val="00726CAF"/>
    <w:rsid w:val="00726F94"/>
    <w:rsid w:val="00730B37"/>
    <w:rsid w:val="0073122F"/>
    <w:rsid w:val="00731258"/>
    <w:rsid w:val="0073148B"/>
    <w:rsid w:val="0073188C"/>
    <w:rsid w:val="0073600B"/>
    <w:rsid w:val="0074058C"/>
    <w:rsid w:val="00740BD4"/>
    <w:rsid w:val="007443E0"/>
    <w:rsid w:val="007468B0"/>
    <w:rsid w:val="00746AC3"/>
    <w:rsid w:val="00747829"/>
    <w:rsid w:val="00762310"/>
    <w:rsid w:val="00765539"/>
    <w:rsid w:val="00765990"/>
    <w:rsid w:val="007712B3"/>
    <w:rsid w:val="00777107"/>
    <w:rsid w:val="00780B04"/>
    <w:rsid w:val="00780C48"/>
    <w:rsid w:val="00781433"/>
    <w:rsid w:val="0078166D"/>
    <w:rsid w:val="0078467C"/>
    <w:rsid w:val="007924C1"/>
    <w:rsid w:val="007A158C"/>
    <w:rsid w:val="007A1972"/>
    <w:rsid w:val="007A26B9"/>
    <w:rsid w:val="007A350E"/>
    <w:rsid w:val="007A5A4D"/>
    <w:rsid w:val="007A5EA1"/>
    <w:rsid w:val="007B0E26"/>
    <w:rsid w:val="007B2F5A"/>
    <w:rsid w:val="007B31A3"/>
    <w:rsid w:val="007C2E56"/>
    <w:rsid w:val="007C48FF"/>
    <w:rsid w:val="007C610E"/>
    <w:rsid w:val="007C7B8A"/>
    <w:rsid w:val="007D68BD"/>
    <w:rsid w:val="007D756C"/>
    <w:rsid w:val="007E1035"/>
    <w:rsid w:val="007E275B"/>
    <w:rsid w:val="007E329B"/>
    <w:rsid w:val="007E73A8"/>
    <w:rsid w:val="007F0637"/>
    <w:rsid w:val="007F2B62"/>
    <w:rsid w:val="007F30BC"/>
    <w:rsid w:val="007F3202"/>
    <w:rsid w:val="007F7135"/>
    <w:rsid w:val="00804A0C"/>
    <w:rsid w:val="00804F7E"/>
    <w:rsid w:val="0081643A"/>
    <w:rsid w:val="008220F2"/>
    <w:rsid w:val="00824DC7"/>
    <w:rsid w:val="00825A8C"/>
    <w:rsid w:val="008263B5"/>
    <w:rsid w:val="0082699A"/>
    <w:rsid w:val="00827725"/>
    <w:rsid w:val="008333C5"/>
    <w:rsid w:val="00834594"/>
    <w:rsid w:val="00835698"/>
    <w:rsid w:val="00842595"/>
    <w:rsid w:val="008425E5"/>
    <w:rsid w:val="00844509"/>
    <w:rsid w:val="00847531"/>
    <w:rsid w:val="00847893"/>
    <w:rsid w:val="0085019A"/>
    <w:rsid w:val="00851A52"/>
    <w:rsid w:val="00853F66"/>
    <w:rsid w:val="00855BF0"/>
    <w:rsid w:val="008563BA"/>
    <w:rsid w:val="00856A78"/>
    <w:rsid w:val="00857E4A"/>
    <w:rsid w:val="00857ECF"/>
    <w:rsid w:val="00860912"/>
    <w:rsid w:val="00864F02"/>
    <w:rsid w:val="008655E2"/>
    <w:rsid w:val="00871042"/>
    <w:rsid w:val="00872122"/>
    <w:rsid w:val="008806E2"/>
    <w:rsid w:val="00881659"/>
    <w:rsid w:val="00883D12"/>
    <w:rsid w:val="008841E4"/>
    <w:rsid w:val="00893B0F"/>
    <w:rsid w:val="00894549"/>
    <w:rsid w:val="00894959"/>
    <w:rsid w:val="0089745B"/>
    <w:rsid w:val="008A1C93"/>
    <w:rsid w:val="008A749D"/>
    <w:rsid w:val="008A77D6"/>
    <w:rsid w:val="008B3744"/>
    <w:rsid w:val="008B4140"/>
    <w:rsid w:val="008B64C9"/>
    <w:rsid w:val="008C018D"/>
    <w:rsid w:val="008C1D1C"/>
    <w:rsid w:val="008C6713"/>
    <w:rsid w:val="008D1527"/>
    <w:rsid w:val="008D394A"/>
    <w:rsid w:val="008D52E7"/>
    <w:rsid w:val="008D5E1E"/>
    <w:rsid w:val="008D6AF3"/>
    <w:rsid w:val="008D6B50"/>
    <w:rsid w:val="008D7C52"/>
    <w:rsid w:val="008E1088"/>
    <w:rsid w:val="008E5382"/>
    <w:rsid w:val="008E77A2"/>
    <w:rsid w:val="008F16BB"/>
    <w:rsid w:val="008F3B42"/>
    <w:rsid w:val="008F572D"/>
    <w:rsid w:val="008F6493"/>
    <w:rsid w:val="008F7D0A"/>
    <w:rsid w:val="00901018"/>
    <w:rsid w:val="00904359"/>
    <w:rsid w:val="00906A89"/>
    <w:rsid w:val="00907415"/>
    <w:rsid w:val="009075C0"/>
    <w:rsid w:val="00912506"/>
    <w:rsid w:val="00912CF0"/>
    <w:rsid w:val="009135D4"/>
    <w:rsid w:val="00913C19"/>
    <w:rsid w:val="00914085"/>
    <w:rsid w:val="0091508A"/>
    <w:rsid w:val="00915D2C"/>
    <w:rsid w:val="00923DD6"/>
    <w:rsid w:val="009250C3"/>
    <w:rsid w:val="00925461"/>
    <w:rsid w:val="00927320"/>
    <w:rsid w:val="009316D7"/>
    <w:rsid w:val="00937847"/>
    <w:rsid w:val="00940FE1"/>
    <w:rsid w:val="00941550"/>
    <w:rsid w:val="009429A2"/>
    <w:rsid w:val="00943B47"/>
    <w:rsid w:val="009548BC"/>
    <w:rsid w:val="0095516E"/>
    <w:rsid w:val="00955370"/>
    <w:rsid w:val="00956913"/>
    <w:rsid w:val="00965BBD"/>
    <w:rsid w:val="00970A29"/>
    <w:rsid w:val="00970C1B"/>
    <w:rsid w:val="009771E5"/>
    <w:rsid w:val="00981AF7"/>
    <w:rsid w:val="0098211D"/>
    <w:rsid w:val="009858CB"/>
    <w:rsid w:val="009859EE"/>
    <w:rsid w:val="009904A6"/>
    <w:rsid w:val="009A0051"/>
    <w:rsid w:val="009A04BE"/>
    <w:rsid w:val="009A2C35"/>
    <w:rsid w:val="009B025E"/>
    <w:rsid w:val="009B5282"/>
    <w:rsid w:val="009B550A"/>
    <w:rsid w:val="009B5E8D"/>
    <w:rsid w:val="009B6D3E"/>
    <w:rsid w:val="009B7776"/>
    <w:rsid w:val="009C0A53"/>
    <w:rsid w:val="009C5285"/>
    <w:rsid w:val="009C78C1"/>
    <w:rsid w:val="009D18D8"/>
    <w:rsid w:val="009D3576"/>
    <w:rsid w:val="009D6528"/>
    <w:rsid w:val="009E37DB"/>
    <w:rsid w:val="009E461C"/>
    <w:rsid w:val="009E65E3"/>
    <w:rsid w:val="009E6A91"/>
    <w:rsid w:val="009F08BB"/>
    <w:rsid w:val="009F2F6F"/>
    <w:rsid w:val="009F35B0"/>
    <w:rsid w:val="009F3B6E"/>
    <w:rsid w:val="009F589E"/>
    <w:rsid w:val="009F6ED7"/>
    <w:rsid w:val="00A01FE7"/>
    <w:rsid w:val="00A04E8C"/>
    <w:rsid w:val="00A12C14"/>
    <w:rsid w:val="00A131F3"/>
    <w:rsid w:val="00A14924"/>
    <w:rsid w:val="00A272E5"/>
    <w:rsid w:val="00A30FB9"/>
    <w:rsid w:val="00A33036"/>
    <w:rsid w:val="00A342BC"/>
    <w:rsid w:val="00A37B19"/>
    <w:rsid w:val="00A435DB"/>
    <w:rsid w:val="00A45A94"/>
    <w:rsid w:val="00A52A99"/>
    <w:rsid w:val="00A56538"/>
    <w:rsid w:val="00A623BA"/>
    <w:rsid w:val="00A63878"/>
    <w:rsid w:val="00A639B1"/>
    <w:rsid w:val="00A63C17"/>
    <w:rsid w:val="00A715A7"/>
    <w:rsid w:val="00A73FEC"/>
    <w:rsid w:val="00A76957"/>
    <w:rsid w:val="00A80345"/>
    <w:rsid w:val="00A81376"/>
    <w:rsid w:val="00A81B00"/>
    <w:rsid w:val="00A848E1"/>
    <w:rsid w:val="00A87648"/>
    <w:rsid w:val="00A87C69"/>
    <w:rsid w:val="00A93863"/>
    <w:rsid w:val="00A94EE1"/>
    <w:rsid w:val="00AA22D8"/>
    <w:rsid w:val="00AA2ECD"/>
    <w:rsid w:val="00AA321D"/>
    <w:rsid w:val="00AA4131"/>
    <w:rsid w:val="00AA43B0"/>
    <w:rsid w:val="00AC38FC"/>
    <w:rsid w:val="00AC42A7"/>
    <w:rsid w:val="00AC70BB"/>
    <w:rsid w:val="00AC758C"/>
    <w:rsid w:val="00AD20A1"/>
    <w:rsid w:val="00AD5C67"/>
    <w:rsid w:val="00AD7509"/>
    <w:rsid w:val="00AE31AB"/>
    <w:rsid w:val="00AE3AD3"/>
    <w:rsid w:val="00AE3E06"/>
    <w:rsid w:val="00AE4D88"/>
    <w:rsid w:val="00AE5C9F"/>
    <w:rsid w:val="00AE6EBC"/>
    <w:rsid w:val="00AF0FC7"/>
    <w:rsid w:val="00AF1422"/>
    <w:rsid w:val="00AF6EC8"/>
    <w:rsid w:val="00AF7317"/>
    <w:rsid w:val="00AF7AE5"/>
    <w:rsid w:val="00B025CD"/>
    <w:rsid w:val="00B1289B"/>
    <w:rsid w:val="00B13F6F"/>
    <w:rsid w:val="00B14C07"/>
    <w:rsid w:val="00B157DC"/>
    <w:rsid w:val="00B272B1"/>
    <w:rsid w:val="00B303DB"/>
    <w:rsid w:val="00B31842"/>
    <w:rsid w:val="00B35202"/>
    <w:rsid w:val="00B405FC"/>
    <w:rsid w:val="00B41568"/>
    <w:rsid w:val="00B41928"/>
    <w:rsid w:val="00B4512D"/>
    <w:rsid w:val="00B5020D"/>
    <w:rsid w:val="00B52251"/>
    <w:rsid w:val="00B54AE6"/>
    <w:rsid w:val="00B555E4"/>
    <w:rsid w:val="00B60D63"/>
    <w:rsid w:val="00B60E05"/>
    <w:rsid w:val="00B633F3"/>
    <w:rsid w:val="00B63BB9"/>
    <w:rsid w:val="00B66454"/>
    <w:rsid w:val="00B66F6C"/>
    <w:rsid w:val="00B70EA9"/>
    <w:rsid w:val="00B72003"/>
    <w:rsid w:val="00B73CE2"/>
    <w:rsid w:val="00B7565C"/>
    <w:rsid w:val="00B77631"/>
    <w:rsid w:val="00B80849"/>
    <w:rsid w:val="00B8401C"/>
    <w:rsid w:val="00B934BF"/>
    <w:rsid w:val="00B961DD"/>
    <w:rsid w:val="00B97346"/>
    <w:rsid w:val="00BA0D8F"/>
    <w:rsid w:val="00BA5579"/>
    <w:rsid w:val="00BB08DD"/>
    <w:rsid w:val="00BB1681"/>
    <w:rsid w:val="00BB2464"/>
    <w:rsid w:val="00BB24EA"/>
    <w:rsid w:val="00BB3F53"/>
    <w:rsid w:val="00BB574B"/>
    <w:rsid w:val="00BC4A60"/>
    <w:rsid w:val="00BC4C59"/>
    <w:rsid w:val="00BC68E4"/>
    <w:rsid w:val="00BD2015"/>
    <w:rsid w:val="00BD396E"/>
    <w:rsid w:val="00BD5992"/>
    <w:rsid w:val="00BD6139"/>
    <w:rsid w:val="00BE5AC3"/>
    <w:rsid w:val="00BF02BD"/>
    <w:rsid w:val="00BF2CCD"/>
    <w:rsid w:val="00BF6B77"/>
    <w:rsid w:val="00BF6CF1"/>
    <w:rsid w:val="00BF6E93"/>
    <w:rsid w:val="00C033DC"/>
    <w:rsid w:val="00C04D7D"/>
    <w:rsid w:val="00C04F0A"/>
    <w:rsid w:val="00C17DE9"/>
    <w:rsid w:val="00C22021"/>
    <w:rsid w:val="00C2543F"/>
    <w:rsid w:val="00C330AD"/>
    <w:rsid w:val="00C340C7"/>
    <w:rsid w:val="00C34C4D"/>
    <w:rsid w:val="00C36B34"/>
    <w:rsid w:val="00C3771A"/>
    <w:rsid w:val="00C377E2"/>
    <w:rsid w:val="00C415A9"/>
    <w:rsid w:val="00C41A00"/>
    <w:rsid w:val="00C46A24"/>
    <w:rsid w:val="00C50327"/>
    <w:rsid w:val="00C5470D"/>
    <w:rsid w:val="00C56982"/>
    <w:rsid w:val="00C63A51"/>
    <w:rsid w:val="00C63CED"/>
    <w:rsid w:val="00C6527C"/>
    <w:rsid w:val="00C71FC3"/>
    <w:rsid w:val="00C76494"/>
    <w:rsid w:val="00C80FF8"/>
    <w:rsid w:val="00C82A15"/>
    <w:rsid w:val="00C843E5"/>
    <w:rsid w:val="00C865B8"/>
    <w:rsid w:val="00C8691D"/>
    <w:rsid w:val="00C9007A"/>
    <w:rsid w:val="00C92FD0"/>
    <w:rsid w:val="00C93AD1"/>
    <w:rsid w:val="00C94A2D"/>
    <w:rsid w:val="00C959B6"/>
    <w:rsid w:val="00C96F5B"/>
    <w:rsid w:val="00CA3185"/>
    <w:rsid w:val="00CA4B4E"/>
    <w:rsid w:val="00CA54BD"/>
    <w:rsid w:val="00CA5925"/>
    <w:rsid w:val="00CB1B49"/>
    <w:rsid w:val="00CB1E8E"/>
    <w:rsid w:val="00CB44C0"/>
    <w:rsid w:val="00CB682A"/>
    <w:rsid w:val="00CC0733"/>
    <w:rsid w:val="00CC2E79"/>
    <w:rsid w:val="00CD017D"/>
    <w:rsid w:val="00CD3F8B"/>
    <w:rsid w:val="00CD5EAD"/>
    <w:rsid w:val="00CE3638"/>
    <w:rsid w:val="00CE45B8"/>
    <w:rsid w:val="00CE4945"/>
    <w:rsid w:val="00CE594F"/>
    <w:rsid w:val="00CE6CD6"/>
    <w:rsid w:val="00CF1A05"/>
    <w:rsid w:val="00CF4DE9"/>
    <w:rsid w:val="00CF53E2"/>
    <w:rsid w:val="00CF56C4"/>
    <w:rsid w:val="00CF79FA"/>
    <w:rsid w:val="00D0465B"/>
    <w:rsid w:val="00D07998"/>
    <w:rsid w:val="00D11916"/>
    <w:rsid w:val="00D12274"/>
    <w:rsid w:val="00D16E30"/>
    <w:rsid w:val="00D17F3B"/>
    <w:rsid w:val="00D20381"/>
    <w:rsid w:val="00D261BC"/>
    <w:rsid w:val="00D30EA9"/>
    <w:rsid w:val="00D31D8B"/>
    <w:rsid w:val="00D3243C"/>
    <w:rsid w:val="00D40B06"/>
    <w:rsid w:val="00D410D7"/>
    <w:rsid w:val="00D4211D"/>
    <w:rsid w:val="00D42F6B"/>
    <w:rsid w:val="00D4745C"/>
    <w:rsid w:val="00D50AB0"/>
    <w:rsid w:val="00D51EC4"/>
    <w:rsid w:val="00D54FF6"/>
    <w:rsid w:val="00D55CFA"/>
    <w:rsid w:val="00D60F69"/>
    <w:rsid w:val="00D627AC"/>
    <w:rsid w:val="00D632DF"/>
    <w:rsid w:val="00D65FC0"/>
    <w:rsid w:val="00D67389"/>
    <w:rsid w:val="00D67CDD"/>
    <w:rsid w:val="00D70B91"/>
    <w:rsid w:val="00D711F9"/>
    <w:rsid w:val="00D802BC"/>
    <w:rsid w:val="00D83613"/>
    <w:rsid w:val="00D87FAC"/>
    <w:rsid w:val="00D90EAE"/>
    <w:rsid w:val="00D928F4"/>
    <w:rsid w:val="00D93EB0"/>
    <w:rsid w:val="00D93F36"/>
    <w:rsid w:val="00D941D7"/>
    <w:rsid w:val="00DA081F"/>
    <w:rsid w:val="00DA0C51"/>
    <w:rsid w:val="00DA2212"/>
    <w:rsid w:val="00DA2A14"/>
    <w:rsid w:val="00DA2A4F"/>
    <w:rsid w:val="00DA383A"/>
    <w:rsid w:val="00DB049E"/>
    <w:rsid w:val="00DB0884"/>
    <w:rsid w:val="00DB0FD3"/>
    <w:rsid w:val="00DB353F"/>
    <w:rsid w:val="00DB6DAF"/>
    <w:rsid w:val="00DB7237"/>
    <w:rsid w:val="00DC177F"/>
    <w:rsid w:val="00DC45BF"/>
    <w:rsid w:val="00DD0DDE"/>
    <w:rsid w:val="00DD4933"/>
    <w:rsid w:val="00DE271C"/>
    <w:rsid w:val="00DE320E"/>
    <w:rsid w:val="00DE3FA7"/>
    <w:rsid w:val="00DE596F"/>
    <w:rsid w:val="00DE6633"/>
    <w:rsid w:val="00DF08D0"/>
    <w:rsid w:val="00DF1871"/>
    <w:rsid w:val="00DF29C9"/>
    <w:rsid w:val="00DF4018"/>
    <w:rsid w:val="00DF49EE"/>
    <w:rsid w:val="00DF5F55"/>
    <w:rsid w:val="00DF6088"/>
    <w:rsid w:val="00E0025E"/>
    <w:rsid w:val="00E005D0"/>
    <w:rsid w:val="00E00709"/>
    <w:rsid w:val="00E01158"/>
    <w:rsid w:val="00E0161C"/>
    <w:rsid w:val="00E01CAF"/>
    <w:rsid w:val="00E04936"/>
    <w:rsid w:val="00E04D4F"/>
    <w:rsid w:val="00E12AEF"/>
    <w:rsid w:val="00E24896"/>
    <w:rsid w:val="00E251BB"/>
    <w:rsid w:val="00E32A0C"/>
    <w:rsid w:val="00E41296"/>
    <w:rsid w:val="00E427D6"/>
    <w:rsid w:val="00E42B0B"/>
    <w:rsid w:val="00E4678E"/>
    <w:rsid w:val="00E5723E"/>
    <w:rsid w:val="00E57D5B"/>
    <w:rsid w:val="00E64B7C"/>
    <w:rsid w:val="00E72B7A"/>
    <w:rsid w:val="00E8103E"/>
    <w:rsid w:val="00E81D30"/>
    <w:rsid w:val="00E82EDA"/>
    <w:rsid w:val="00E83617"/>
    <w:rsid w:val="00E85167"/>
    <w:rsid w:val="00E9129B"/>
    <w:rsid w:val="00E973FD"/>
    <w:rsid w:val="00EA402D"/>
    <w:rsid w:val="00EA5F7C"/>
    <w:rsid w:val="00EB07CF"/>
    <w:rsid w:val="00EB3C78"/>
    <w:rsid w:val="00EB5E08"/>
    <w:rsid w:val="00EC092B"/>
    <w:rsid w:val="00EC239C"/>
    <w:rsid w:val="00EC3D09"/>
    <w:rsid w:val="00EC6E20"/>
    <w:rsid w:val="00EC7594"/>
    <w:rsid w:val="00ED1F5C"/>
    <w:rsid w:val="00ED22D5"/>
    <w:rsid w:val="00ED241D"/>
    <w:rsid w:val="00ED27E9"/>
    <w:rsid w:val="00ED4AA4"/>
    <w:rsid w:val="00EE1258"/>
    <w:rsid w:val="00EE166A"/>
    <w:rsid w:val="00EE2633"/>
    <w:rsid w:val="00EE28DA"/>
    <w:rsid w:val="00EE305E"/>
    <w:rsid w:val="00EE50ED"/>
    <w:rsid w:val="00EE6753"/>
    <w:rsid w:val="00EE679C"/>
    <w:rsid w:val="00EF1A31"/>
    <w:rsid w:val="00EF21B4"/>
    <w:rsid w:val="00EF71EE"/>
    <w:rsid w:val="00F000DA"/>
    <w:rsid w:val="00F011DF"/>
    <w:rsid w:val="00F014C9"/>
    <w:rsid w:val="00F016DA"/>
    <w:rsid w:val="00F0230B"/>
    <w:rsid w:val="00F0278F"/>
    <w:rsid w:val="00F02B97"/>
    <w:rsid w:val="00F04247"/>
    <w:rsid w:val="00F10107"/>
    <w:rsid w:val="00F12A64"/>
    <w:rsid w:val="00F13511"/>
    <w:rsid w:val="00F170C2"/>
    <w:rsid w:val="00F174F9"/>
    <w:rsid w:val="00F1788C"/>
    <w:rsid w:val="00F17DAE"/>
    <w:rsid w:val="00F20597"/>
    <w:rsid w:val="00F20768"/>
    <w:rsid w:val="00F261E6"/>
    <w:rsid w:val="00F26D5E"/>
    <w:rsid w:val="00F27542"/>
    <w:rsid w:val="00F33933"/>
    <w:rsid w:val="00F37503"/>
    <w:rsid w:val="00F4046F"/>
    <w:rsid w:val="00F42EED"/>
    <w:rsid w:val="00F456A7"/>
    <w:rsid w:val="00F46897"/>
    <w:rsid w:val="00F4738C"/>
    <w:rsid w:val="00F47736"/>
    <w:rsid w:val="00F516D4"/>
    <w:rsid w:val="00F54B6E"/>
    <w:rsid w:val="00F552B4"/>
    <w:rsid w:val="00F61CA1"/>
    <w:rsid w:val="00F61DF3"/>
    <w:rsid w:val="00F6273F"/>
    <w:rsid w:val="00F62B8A"/>
    <w:rsid w:val="00F841A0"/>
    <w:rsid w:val="00F85DD8"/>
    <w:rsid w:val="00F86620"/>
    <w:rsid w:val="00F879B3"/>
    <w:rsid w:val="00F9114B"/>
    <w:rsid w:val="00F931F1"/>
    <w:rsid w:val="00F94476"/>
    <w:rsid w:val="00F94A43"/>
    <w:rsid w:val="00FA3473"/>
    <w:rsid w:val="00FA72B4"/>
    <w:rsid w:val="00FB0D3F"/>
    <w:rsid w:val="00FC0E4D"/>
    <w:rsid w:val="00FC3020"/>
    <w:rsid w:val="00FC57A9"/>
    <w:rsid w:val="00FC6FD0"/>
    <w:rsid w:val="00FC7268"/>
    <w:rsid w:val="00FD733C"/>
    <w:rsid w:val="00FD77B9"/>
    <w:rsid w:val="00FE0359"/>
    <w:rsid w:val="00FE22C7"/>
    <w:rsid w:val="00FE457B"/>
    <w:rsid w:val="00FE4A1B"/>
    <w:rsid w:val="00FE4A73"/>
    <w:rsid w:val="00FE5208"/>
    <w:rsid w:val="00FF01BE"/>
    <w:rsid w:val="00FF06D8"/>
    <w:rsid w:val="00FF1233"/>
    <w:rsid w:val="00FF18F3"/>
    <w:rsid w:val="00FF4517"/>
    <w:rsid w:val="00FF4B2C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sid w:val="00F94476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0D7348"/>
    <w:pPr>
      <w:keepNext/>
      <w:outlineLvl w:val="0"/>
    </w:pPr>
    <w:rPr>
      <w:rFonts w:ascii="Arial" w:hAnsi="Arial" w:cs="Arial"/>
      <w:b/>
      <w:bCs/>
      <w:i/>
      <w:iCs/>
      <w:spacing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Hperlink">
    <w:name w:val="Hyperlink"/>
    <w:rPr>
      <w:color w:val="0000FF"/>
      <w:u w:val="single"/>
    </w:rPr>
  </w:style>
  <w:style w:type="paragraph" w:styleId="Jutumullitekst">
    <w:name w:val="Balloon Text"/>
    <w:basedOn w:val="Normaallaad"/>
    <w:semiHidden/>
    <w:rsid w:val="00FE22C7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99"/>
    <w:qFormat/>
    <w:rsid w:val="00BC4C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rnetLink">
    <w:name w:val="Internet Link"/>
    <w:rsid w:val="001979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sid w:val="00F94476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0D7348"/>
    <w:pPr>
      <w:keepNext/>
      <w:outlineLvl w:val="0"/>
    </w:pPr>
    <w:rPr>
      <w:rFonts w:ascii="Arial" w:hAnsi="Arial" w:cs="Arial"/>
      <w:b/>
      <w:bCs/>
      <w:i/>
      <w:iCs/>
      <w:spacing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Hperlink">
    <w:name w:val="Hyperlink"/>
    <w:rPr>
      <w:color w:val="0000FF"/>
      <w:u w:val="single"/>
    </w:rPr>
  </w:style>
  <w:style w:type="paragraph" w:styleId="Jutumullitekst">
    <w:name w:val="Balloon Text"/>
    <w:basedOn w:val="Normaallaad"/>
    <w:semiHidden/>
    <w:rsid w:val="00FE22C7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99"/>
    <w:qFormat/>
    <w:rsid w:val="00BC4C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rnetLink">
    <w:name w:val="Internet Link"/>
    <w:rsid w:val="001979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.oobik@vta.ee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eelia@malsco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elia@malsco.e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Indrek_Backup\2012-09-13_12-34-04\Memeo\2012-09-13_12-34-04\C_\Users\Indrek\Desktop\malsco%20blank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malsco blank</Template>
  <TotalTime>9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Malsco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Laptop</cp:lastModifiedBy>
  <cp:revision>10</cp:revision>
  <cp:lastPrinted>2016-10-24T14:32:00Z</cp:lastPrinted>
  <dcterms:created xsi:type="dcterms:W3CDTF">2023-06-08T06:58:00Z</dcterms:created>
  <dcterms:modified xsi:type="dcterms:W3CDTF">2024-10-22T07:52:00Z</dcterms:modified>
</cp:coreProperties>
</file>